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57098">
        <w:rPr>
          <w:rFonts w:ascii="Arial" w:hAnsi="Arial" w:cs="Arial"/>
          <w:b/>
          <w:caps/>
          <w:sz w:val="28"/>
          <w:szCs w:val="28"/>
        </w:rPr>
        <w:t>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57098" w:rsidRDefault="00B570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B570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098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Jardim Terras de São João.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Pr="00B57098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57098">
        <w:rPr>
          <w:rFonts w:ascii="Arial" w:hAnsi="Arial" w:cs="Arial"/>
        </w:rPr>
        <w:t xml:space="preserve"> </w:t>
      </w:r>
      <w:r w:rsidR="00B57098" w:rsidRPr="00B57098">
        <w:rPr>
          <w:rFonts w:ascii="Arial" w:hAnsi="Arial" w:cs="Arial"/>
        </w:rPr>
        <w:t>41º BPM/I - Batalhão de Polícia Militar do Interior solicitando a realização de rondas ostensivas no Jardim Terras de São João.</w:t>
      </w:r>
    </w:p>
    <w:p w:rsidR="00B57098" w:rsidRPr="00B57098" w:rsidRDefault="00B57098" w:rsidP="00B570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57098">
        <w:rPr>
          <w:rFonts w:ascii="Arial" w:hAnsi="Arial" w:cs="Arial"/>
        </w:rPr>
        <w:t>Tal solicitação visa atender os moradores da região, que reclamam da falta de segurança no referido bairro, principalmente perto da escola Amância Dias Sampaio</w:t>
      </w:r>
      <w:r>
        <w:rPr>
          <w:rFonts w:ascii="Arial" w:hAnsi="Arial" w:cs="Arial"/>
        </w:rPr>
        <w:t>,</w:t>
      </w:r>
      <w:r w:rsidRPr="00B57098">
        <w:rPr>
          <w:rFonts w:ascii="Arial" w:hAnsi="Arial" w:cs="Arial"/>
        </w:rPr>
        <w:t xml:space="preserve"> no período noturno, onde maus elementos se aproveitam da ausência do policiamento para praticar atos ilícitos e usar drogas.</w:t>
      </w:r>
    </w:p>
    <w:p w:rsidR="00B57098" w:rsidRPr="00764BBE" w:rsidRDefault="00B57098" w:rsidP="00B570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57098">
        <w:rPr>
          <w:rFonts w:ascii="Arial" w:hAnsi="Arial" w:cs="Arial"/>
        </w:rPr>
        <w:t>Munícipes relatam o recente aumento do número de roubos a residências e 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B57098">
        <w:rPr>
          <w:rFonts w:ascii="Arial" w:hAnsi="Arial" w:cs="Arial"/>
        </w:rPr>
        <w:t>desse Batalhão de Polícia Militar do Inter</w:t>
      </w:r>
      <w:r w:rsidR="00BA413C">
        <w:rPr>
          <w:rFonts w:ascii="Arial" w:hAnsi="Arial" w:cs="Arial"/>
        </w:rPr>
        <w:t>ior</w:t>
      </w:r>
      <w:bookmarkStart w:id="0" w:name="_GoBack"/>
      <w:bookmarkEnd w:id="0"/>
      <w:r w:rsidR="00B57098">
        <w:rPr>
          <w:rFonts w:ascii="Arial" w:hAnsi="Arial" w:cs="Arial"/>
        </w:rPr>
        <w:t xml:space="preserve">,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57098">
        <w:rPr>
          <w:rFonts w:ascii="Arial" w:hAnsi="Arial" w:cs="Arial"/>
        </w:rPr>
        <w:t xml:space="preserve">28 </w:t>
      </w:r>
      <w:r w:rsidR="00BB4E31">
        <w:rPr>
          <w:rFonts w:ascii="Arial" w:hAnsi="Arial" w:cs="Arial"/>
        </w:rPr>
        <w:t xml:space="preserve">de </w:t>
      </w:r>
      <w:r w:rsidR="00B57098">
        <w:rPr>
          <w:rFonts w:ascii="Arial" w:hAnsi="Arial" w:cs="Arial"/>
        </w:rPr>
        <w:t xml:space="preserve">março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7098" w:rsidRPr="00A34F2C" w:rsidRDefault="00B57098" w:rsidP="00B5709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57098" w:rsidRPr="00A34F2C" w:rsidRDefault="00B57098" w:rsidP="00B5709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50C" w:rsidRDefault="009C350C">
      <w:r>
        <w:separator/>
      </w:r>
    </w:p>
  </w:endnote>
  <w:endnote w:type="continuationSeparator" w:id="0">
    <w:p w:rsidR="009C350C" w:rsidRDefault="009C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50C" w:rsidRDefault="009C350C">
      <w:r>
        <w:separator/>
      </w:r>
    </w:p>
  </w:footnote>
  <w:footnote w:type="continuationSeparator" w:id="0">
    <w:p w:rsidR="009C350C" w:rsidRDefault="009C3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1377F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0CE0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C350C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098"/>
    <w:rsid w:val="00B57E0F"/>
    <w:rsid w:val="00B655A7"/>
    <w:rsid w:val="00B75CEF"/>
    <w:rsid w:val="00BA1565"/>
    <w:rsid w:val="00BA413C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2362-97C5-44E2-AC12-7CA47B67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2018-03-26T19:05:00Z</dcterms:created>
  <dcterms:modified xsi:type="dcterms:W3CDTF">2018-03-27T12:36:00Z</dcterms:modified>
</cp:coreProperties>
</file>